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AB6D4D" w:rsidRDefault="00AB6D4D">
      <w:pPr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Fiche nombres (1)</w:t>
      </w:r>
    </w:p>
    <w:p w:rsidR="00AB6D4D" w:rsidRDefault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Avec les mots suivants :</w:t>
      </w:r>
    </w:p>
    <w:p w:rsidR="00AB6D4D" w:rsidRPr="00AB6D4D" w:rsidRDefault="00AB6D4D" w:rsidP="00AB6D4D">
      <w:pPr>
        <w:jc w:val="center"/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DIX – QUATRE – SOIXANTE – NEUF</w:t>
      </w:r>
    </w:p>
    <w:p w:rsidR="00AB6D4D" w:rsidRDefault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Ecris deux nombres en lettres et en chiffres : 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7E02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>
      <w:pPr>
        <w:rPr>
          <w:rFonts w:ascii="Arial" w:hAnsi="Arial" w:cs="Arial"/>
          <w:sz w:val="28"/>
        </w:rPr>
      </w:pPr>
    </w:p>
    <w:p w:rsidR="00AB6D4D" w:rsidRDefault="00AB6D4D">
      <w:pPr>
        <w:rPr>
          <w:rFonts w:ascii="Arial" w:hAnsi="Arial" w:cs="Arial"/>
          <w:sz w:val="28"/>
        </w:rPr>
      </w:pPr>
    </w:p>
    <w:p w:rsidR="00AB6D4D" w:rsidRDefault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>
      <w:pPr>
        <w:rPr>
          <w:rFonts w:ascii="Arial" w:hAnsi="Arial" w:cs="Arial"/>
          <w:sz w:val="28"/>
        </w:rPr>
      </w:pPr>
    </w:p>
    <w:p w:rsidR="00AB6D4D" w:rsidRDefault="00AB6D4D">
      <w:pPr>
        <w:rPr>
          <w:rFonts w:ascii="Arial" w:hAnsi="Arial" w:cs="Arial"/>
          <w:sz w:val="28"/>
        </w:rPr>
      </w:pPr>
    </w:p>
    <w:p w:rsidR="00AB6D4D" w:rsidRPr="00AB6D4D" w:rsidRDefault="00AB6D4D" w:rsidP="00AB6D4D">
      <w:pPr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Fiche nombres (</w:t>
      </w:r>
      <w:r>
        <w:rPr>
          <w:rFonts w:ascii="Arial" w:hAnsi="Arial" w:cs="Arial"/>
          <w:b/>
          <w:sz w:val="28"/>
        </w:rPr>
        <w:t>2</w:t>
      </w:r>
      <w:r w:rsidRPr="00AB6D4D">
        <w:rPr>
          <w:rFonts w:ascii="Arial" w:hAnsi="Arial" w:cs="Arial"/>
          <w:b/>
          <w:sz w:val="28"/>
        </w:rPr>
        <w:t>)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Avec les mots suivants :</w:t>
      </w:r>
    </w:p>
    <w:p w:rsidR="00AB6D4D" w:rsidRPr="00AB6D4D" w:rsidRDefault="00AB6D4D" w:rsidP="00AB6D4D">
      <w:pPr>
        <w:jc w:val="center"/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 xml:space="preserve">DIX – </w:t>
      </w:r>
      <w:r>
        <w:rPr>
          <w:rFonts w:ascii="Arial" w:hAnsi="Arial" w:cs="Arial"/>
          <w:b/>
          <w:sz w:val="28"/>
        </w:rPr>
        <w:t>TROIS</w:t>
      </w:r>
      <w:r w:rsidRPr="00AB6D4D">
        <w:rPr>
          <w:rFonts w:ascii="Arial" w:hAnsi="Arial" w:cs="Arial"/>
          <w:b/>
          <w:sz w:val="28"/>
        </w:rPr>
        <w:t xml:space="preserve"> – </w:t>
      </w:r>
      <w:r>
        <w:rPr>
          <w:rFonts w:ascii="Arial" w:hAnsi="Arial" w:cs="Arial"/>
          <w:b/>
          <w:sz w:val="28"/>
        </w:rPr>
        <w:t xml:space="preserve">CINQUANTE - </w:t>
      </w:r>
      <w:r w:rsidRPr="00AB6D4D">
        <w:rPr>
          <w:rFonts w:ascii="Arial" w:hAnsi="Arial" w:cs="Arial"/>
          <w:b/>
          <w:sz w:val="28"/>
        </w:rPr>
        <w:t xml:space="preserve">SOIXANTE – </w:t>
      </w:r>
      <w:r>
        <w:rPr>
          <w:rFonts w:ascii="Arial" w:hAnsi="Arial" w:cs="Arial"/>
          <w:b/>
          <w:sz w:val="28"/>
        </w:rPr>
        <w:t>DEUX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Ecris deux nombres en lettres et en chiffres : 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7E02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Pr="00AB6D4D" w:rsidRDefault="00AB6D4D" w:rsidP="00AB6D4D">
      <w:pPr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Fiche nombres (1)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Avec les mots suivants :</w:t>
      </w:r>
    </w:p>
    <w:p w:rsidR="00AB6D4D" w:rsidRPr="00AB6D4D" w:rsidRDefault="00AB6D4D" w:rsidP="00AB6D4D">
      <w:pPr>
        <w:jc w:val="center"/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DIX – QUATRE – SOIXANTE – NEUF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Ecris deux nombres en lettres et en chiffres : 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7E02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AB6D4D" w:rsidRDefault="00AB6D4D" w:rsidP="00AB6D4D">
      <w:pPr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>Fiche nombres (</w:t>
      </w:r>
      <w:r>
        <w:rPr>
          <w:rFonts w:ascii="Arial" w:hAnsi="Arial" w:cs="Arial"/>
          <w:b/>
          <w:sz w:val="28"/>
        </w:rPr>
        <w:t>2</w:t>
      </w:r>
      <w:r w:rsidRPr="00AB6D4D">
        <w:rPr>
          <w:rFonts w:ascii="Arial" w:hAnsi="Arial" w:cs="Arial"/>
          <w:b/>
          <w:sz w:val="28"/>
        </w:rPr>
        <w:t>)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Avec les mots suivants :</w:t>
      </w:r>
    </w:p>
    <w:p w:rsidR="00AB6D4D" w:rsidRPr="00AB6D4D" w:rsidRDefault="00AB6D4D" w:rsidP="00AB6D4D">
      <w:pPr>
        <w:jc w:val="center"/>
        <w:rPr>
          <w:rFonts w:ascii="Arial" w:hAnsi="Arial" w:cs="Arial"/>
          <w:b/>
          <w:sz w:val="28"/>
        </w:rPr>
      </w:pPr>
      <w:r w:rsidRPr="00AB6D4D">
        <w:rPr>
          <w:rFonts w:ascii="Arial" w:hAnsi="Arial" w:cs="Arial"/>
          <w:b/>
          <w:sz w:val="28"/>
        </w:rPr>
        <w:t xml:space="preserve">DIX – </w:t>
      </w:r>
      <w:r>
        <w:rPr>
          <w:rFonts w:ascii="Arial" w:hAnsi="Arial" w:cs="Arial"/>
          <w:b/>
          <w:sz w:val="28"/>
        </w:rPr>
        <w:t>TROIS</w:t>
      </w:r>
      <w:r w:rsidRPr="00AB6D4D">
        <w:rPr>
          <w:rFonts w:ascii="Arial" w:hAnsi="Arial" w:cs="Arial"/>
          <w:b/>
          <w:sz w:val="28"/>
        </w:rPr>
        <w:t xml:space="preserve"> – </w:t>
      </w:r>
      <w:r>
        <w:rPr>
          <w:rFonts w:ascii="Arial" w:hAnsi="Arial" w:cs="Arial"/>
          <w:b/>
          <w:sz w:val="28"/>
        </w:rPr>
        <w:t xml:space="preserve">CINQUANTE - </w:t>
      </w:r>
      <w:r w:rsidRPr="00AB6D4D">
        <w:rPr>
          <w:rFonts w:ascii="Arial" w:hAnsi="Arial" w:cs="Arial"/>
          <w:b/>
          <w:sz w:val="28"/>
        </w:rPr>
        <w:t xml:space="preserve">SOIXANTE – </w:t>
      </w:r>
      <w:r>
        <w:rPr>
          <w:rFonts w:ascii="Arial" w:hAnsi="Arial" w:cs="Arial"/>
          <w:b/>
          <w:sz w:val="28"/>
        </w:rPr>
        <w:t>DEUX</w:t>
      </w:r>
    </w:p>
    <w:p w:rsidR="00AB6D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Ecris deux nombres en lettres et en chiffres : 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7E024D" w:rsidRDefault="00AB6D4D" w:rsidP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Default="00AB6D4D" w:rsidP="00AB6D4D">
      <w:pPr>
        <w:rPr>
          <w:rFonts w:ascii="Arial" w:hAnsi="Arial" w:cs="Arial"/>
          <w:sz w:val="28"/>
        </w:rPr>
      </w:pPr>
    </w:p>
    <w:p w:rsidR="00AB6D4D" w:rsidRPr="007E024D" w:rsidRDefault="00AB6D4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</w:t>
      </w:r>
      <w:bookmarkStart w:id="0" w:name="_GoBack"/>
      <w:bookmarkEnd w:id="0"/>
    </w:p>
    <w:sectPr w:rsidR="00AB6D4D" w:rsidRPr="007E024D" w:rsidSect="00AB6D4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4D"/>
    <w:rsid w:val="001D645B"/>
    <w:rsid w:val="005175A3"/>
    <w:rsid w:val="005F7238"/>
    <w:rsid w:val="007E024D"/>
    <w:rsid w:val="00AB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3B3B8-8300-4B40-B625-166EE71A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2017-03-28T09:28:00Z</dcterms:created>
  <dcterms:modified xsi:type="dcterms:W3CDTF">2017-03-28T09:30:00Z</dcterms:modified>
</cp:coreProperties>
</file>